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659" w:rsidRDefault="00DA5659">
      <w:pPr>
        <w:rPr>
          <w:rFonts w:ascii="Calibri" w:hAnsi="Calibri" w:cs="Calibri"/>
          <w:sz w:val="22"/>
          <w:szCs w:val="22"/>
        </w:rPr>
      </w:pPr>
    </w:p>
    <w:p w:rsidR="004E0788" w:rsidRDefault="004E07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798243">
            <wp:extent cx="2038350" cy="752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788" w:rsidRDefault="004E0788">
      <w:pPr>
        <w:rPr>
          <w:rFonts w:ascii="Calibri" w:hAnsi="Calibri" w:cs="Calibri"/>
          <w:sz w:val="22"/>
          <w:szCs w:val="22"/>
        </w:rPr>
      </w:pPr>
    </w:p>
    <w:p w:rsidR="004E0788" w:rsidRPr="001A188E" w:rsidRDefault="004E0788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pStyle w:val="Titre1"/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CPAM DE PARIS</w:t>
      </w:r>
    </w:p>
    <w:p w:rsidR="000D31FC" w:rsidRPr="001A188E" w:rsidRDefault="00713D55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DEPARTEMENT ACHATS</w:t>
      </w:r>
    </w:p>
    <w:p w:rsidR="000D31FC" w:rsidRPr="001A188E" w:rsidRDefault="000D31FC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SERVICE MARCHES</w:t>
      </w:r>
      <w:r w:rsidR="000F3099" w:rsidRPr="001A188E">
        <w:rPr>
          <w:rFonts w:ascii="Calibri" w:hAnsi="Calibri" w:cs="Calibri"/>
          <w:b/>
          <w:sz w:val="22"/>
          <w:szCs w:val="22"/>
        </w:rPr>
        <w:t xml:space="preserve"> </w:t>
      </w:r>
      <w:r w:rsidR="009C3D9F">
        <w:rPr>
          <w:rFonts w:ascii="Calibri" w:hAnsi="Calibri" w:cs="Calibri"/>
          <w:b/>
          <w:sz w:val="22"/>
          <w:szCs w:val="22"/>
        </w:rPr>
        <w:t>ET EFFICIENCE DES ACHATS</w:t>
      </w:r>
    </w:p>
    <w:p w:rsidR="00DA5659" w:rsidRPr="001A188E" w:rsidRDefault="00DA5659">
      <w:pPr>
        <w:rPr>
          <w:rFonts w:ascii="Calibri" w:hAnsi="Calibri" w:cs="Calibri"/>
          <w:sz w:val="22"/>
          <w:szCs w:val="22"/>
          <w:u w:val="single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 w:rsidP="00D70A39">
      <w:pPr>
        <w:pStyle w:val="Titre2"/>
        <w:pBdr>
          <w:top w:val="thickThinSmallGap" w:sz="12" w:space="6" w:color="auto"/>
          <w:left w:val="thickThinSmallGap" w:sz="12" w:space="31" w:color="auto"/>
          <w:bottom w:val="thinThickSmallGap" w:sz="12" w:space="11" w:color="auto"/>
          <w:right w:val="thinThickSmallGap" w:sz="12" w:space="29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1A188E">
        <w:rPr>
          <w:rFonts w:ascii="Calibri" w:hAnsi="Calibri" w:cs="Calibri"/>
          <w:b/>
          <w:spacing w:val="20"/>
          <w:sz w:val="22"/>
          <w:szCs w:val="22"/>
        </w:rPr>
        <w:t>ATTESTATION</w:t>
      </w:r>
      <w:r w:rsidR="00D70A39" w:rsidRPr="001A188E">
        <w:rPr>
          <w:rFonts w:ascii="Calibri" w:hAnsi="Calibri" w:cs="Calibri"/>
          <w:b/>
          <w:spacing w:val="20"/>
          <w:sz w:val="22"/>
          <w:szCs w:val="22"/>
        </w:rPr>
        <w:t xml:space="preserve"> DE VISITE DES LOCAUX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B428D1" w:rsidRPr="001A188E" w:rsidRDefault="00B428D1" w:rsidP="00B428D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Je soussi</w:t>
      </w:r>
      <w:r w:rsidR="000F5264" w:rsidRPr="001A188E">
        <w:rPr>
          <w:rFonts w:ascii="Calibri" w:hAnsi="Calibri" w:cs="Calibri"/>
          <w:sz w:val="22"/>
          <w:szCs w:val="22"/>
        </w:rPr>
        <w:t>gné,</w:t>
      </w:r>
      <w:r w:rsidR="00ED7382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="000F5264" w:rsidRPr="001A188E">
        <w:rPr>
          <w:rFonts w:ascii="Calibri" w:hAnsi="Calibri" w:cs="Calibri"/>
          <w:sz w:val="22"/>
          <w:szCs w:val="22"/>
        </w:rPr>
        <w:t xml:space="preserve"> </w:t>
      </w:r>
      <w:r w:rsidR="00683B09">
        <w:rPr>
          <w:rFonts w:ascii="Calibri" w:hAnsi="Calibri" w:cs="Calibri"/>
          <w:sz w:val="22"/>
          <w:szCs w:val="22"/>
        </w:rPr>
        <w:t>, représentant du</w:t>
      </w:r>
      <w:r w:rsidR="00ED7382">
        <w:rPr>
          <w:rFonts w:ascii="Calibri" w:hAnsi="Calibri" w:cs="Calibri"/>
          <w:sz w:val="22"/>
          <w:szCs w:val="22"/>
        </w:rPr>
        <w:t xml:space="preserve"> pouvoir adjudicateur</w:t>
      </w:r>
      <w:r w:rsidR="00507B5F">
        <w:rPr>
          <w:rFonts w:ascii="Calibri" w:hAnsi="Calibri" w:cs="Calibri"/>
          <w:sz w:val="22"/>
          <w:szCs w:val="22"/>
        </w:rPr>
        <w:t xml:space="preserve"> </w:t>
      </w:r>
      <w:r w:rsidRPr="001A188E">
        <w:rPr>
          <w:rFonts w:ascii="Calibri" w:hAnsi="Calibri" w:cs="Calibri"/>
          <w:sz w:val="22"/>
          <w:szCs w:val="22"/>
        </w:rPr>
        <w:t>certifie qu</w:t>
      </w:r>
      <w:r w:rsidR="00C96EE6" w:rsidRPr="001A188E">
        <w:rPr>
          <w:rFonts w:ascii="Calibri" w:hAnsi="Calibri" w:cs="Calibri"/>
          <w:sz w:val="22"/>
          <w:szCs w:val="22"/>
        </w:rPr>
        <w:t xml:space="preserve">e la société </w:t>
      </w:r>
      <w:r w:rsidRPr="001A188E">
        <w:rPr>
          <w:rFonts w:ascii="Calibri" w:hAnsi="Calibri" w:cs="Calibri"/>
          <w:sz w:val="22"/>
          <w:szCs w:val="22"/>
        </w:rPr>
        <w:t>:</w:t>
      </w:r>
    </w:p>
    <w:p w:rsidR="00197EFD" w:rsidRPr="001A188E" w:rsidRDefault="00197EFD">
      <w:pPr>
        <w:rPr>
          <w:rFonts w:ascii="Calibri" w:hAnsi="Calibri" w:cs="Calibri"/>
          <w:sz w:val="22"/>
          <w:szCs w:val="22"/>
        </w:rPr>
      </w:pPr>
    </w:p>
    <w:p w:rsidR="00DA5659" w:rsidRPr="001A188E" w:rsidRDefault="00BF57E0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87914E" wp14:editId="71DE2304">
                <wp:simplePos x="0" y="0"/>
                <wp:positionH relativeFrom="column">
                  <wp:posOffset>1656715</wp:posOffset>
                </wp:positionH>
                <wp:positionV relativeFrom="paragraph">
                  <wp:posOffset>144780</wp:posOffset>
                </wp:positionV>
                <wp:extent cx="3108960" cy="154051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1540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F33B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130.45pt;margin-top:11.4pt;width:244.8pt;height:1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" o:allowincell="f"/>
            </w:pict>
          </mc:Fallback>
        </mc:AlternateConten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CD1CDA" w:rsidRPr="001A188E" w:rsidRDefault="00CD1CDA" w:rsidP="00CD1CDA">
      <w:pPr>
        <w:rPr>
          <w:rFonts w:ascii="Calibri" w:hAnsi="Calibri" w:cs="Calibri"/>
          <w:sz w:val="22"/>
          <w:szCs w:val="22"/>
        </w:rPr>
      </w:pPr>
    </w:p>
    <w:p w:rsidR="006455AA" w:rsidRPr="001A188E" w:rsidRDefault="006455AA" w:rsidP="00CD1CDA">
      <w:pPr>
        <w:rPr>
          <w:rFonts w:ascii="Calibri" w:hAnsi="Calibri" w:cs="Calibri"/>
          <w:sz w:val="22"/>
          <w:szCs w:val="22"/>
        </w:rPr>
      </w:pPr>
    </w:p>
    <w:p w:rsidR="007877E4" w:rsidRPr="001A188E" w:rsidRDefault="00DA666C" w:rsidP="00ED7382">
      <w:pPr>
        <w:pStyle w:val="Corpsdetexte"/>
        <w:spacing w:after="480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a effectué la visite des locaux obligatoire d</w:t>
      </w:r>
      <w:r w:rsidR="00ED7382">
        <w:rPr>
          <w:rFonts w:ascii="Calibri" w:hAnsi="Calibri" w:cs="Calibri"/>
          <w:sz w:val="22"/>
          <w:szCs w:val="22"/>
        </w:rPr>
        <w:t>ans le cadre de la consultation</w:t>
      </w:r>
      <w:r w:rsidR="00EA2948" w:rsidRPr="001A188E">
        <w:rPr>
          <w:rFonts w:ascii="Calibri" w:hAnsi="Calibri" w:cs="Calibri"/>
          <w:sz w:val="22"/>
          <w:szCs w:val="22"/>
        </w:rPr>
        <w:t xml:space="preserve"> lancée</w:t>
      </w:r>
      <w:r w:rsidR="00ED7382">
        <w:rPr>
          <w:rFonts w:ascii="Calibri" w:hAnsi="Calibri" w:cs="Calibri"/>
          <w:sz w:val="22"/>
          <w:szCs w:val="22"/>
        </w:rPr>
        <w:t xml:space="preserve"> pour</w:t>
      </w:r>
      <w:r w:rsidR="00EA2948" w:rsidRPr="001A188E">
        <w:rPr>
          <w:rFonts w:ascii="Calibri" w:hAnsi="Calibri" w:cs="Calibri"/>
          <w:sz w:val="22"/>
          <w:szCs w:val="22"/>
        </w:rPr>
        <w:t xml:space="preserve"> </w:t>
      </w:r>
      <w:r w:rsidR="00ED7382" w:rsidRPr="00ED7382">
        <w:rPr>
          <w:rFonts w:ascii="Calibri" w:hAnsi="Calibri" w:cs="Calibri"/>
          <w:sz w:val="22"/>
          <w:szCs w:val="22"/>
        </w:rPr>
        <w:t>un marché de</w:t>
      </w:r>
      <w:r w:rsidR="00ED7382">
        <w:rPr>
          <w:rFonts w:ascii="Calibri" w:hAnsi="Calibri" w:cs="Calibri"/>
          <w:sz w:val="22"/>
          <w:szCs w:val="22"/>
        </w:rPr>
        <w:t xml:space="preserve"> </w:t>
      </w:r>
      <w:r w:rsidR="00ED7382" w:rsidRPr="00ED7382">
        <w:rPr>
          <w:rFonts w:ascii="Calibri" w:hAnsi="Calibri" w:cs="Calibri"/>
          <w:sz w:val="22"/>
          <w:szCs w:val="22"/>
        </w:rPr>
        <w:t>prestation de déménagement</w:t>
      </w:r>
      <w:r w:rsidR="00ED7382" w:rsidRPr="00ED7382">
        <w:rPr>
          <w:rFonts w:ascii="Calibri" w:hAnsi="Calibri" w:cs="Calibri"/>
          <w:sz w:val="22"/>
          <w:szCs w:val="22"/>
        </w:rPr>
        <w:t>s</w:t>
      </w:r>
      <w:r w:rsidR="00ED7382" w:rsidRPr="00ED7382">
        <w:rPr>
          <w:rFonts w:ascii="Calibri" w:hAnsi="Calibri" w:cs="Calibri"/>
          <w:sz w:val="22"/>
          <w:szCs w:val="22"/>
        </w:rPr>
        <w:t xml:space="preserve"> de meubles et d’équipements de bureau nécessaires à l’activité de la Caisse Primaire d'Assurance Maladie de Paris</w:t>
      </w:r>
      <w:r w:rsidR="00ED7382" w:rsidRPr="00ED7382">
        <w:rPr>
          <w:rFonts w:ascii="Calibri" w:hAnsi="Calibri" w:cs="Calibri"/>
          <w:sz w:val="22"/>
          <w:szCs w:val="22"/>
        </w:rPr>
        <w:t>.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Default="007B38C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  <w:u w:val="single"/>
        </w:rPr>
        <w:t>Visite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effectuée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le</w:t>
      </w:r>
      <w:r w:rsidRPr="001A188E">
        <w:rPr>
          <w:rFonts w:ascii="Calibri" w:hAnsi="Calibri" w:cs="Calibri"/>
          <w:sz w:val="22"/>
          <w:szCs w:val="22"/>
        </w:rPr>
        <w:t xml:space="preserve"> : </w:t>
      </w:r>
      <w:r w:rsidR="00ED7382">
        <w:rPr>
          <w:rFonts w:ascii="Calibri" w:hAnsi="Calibri" w:cs="Calibri"/>
          <w:sz w:val="22"/>
          <w:szCs w:val="22"/>
        </w:rPr>
        <w:t>……………………………………</w:t>
      </w:r>
    </w:p>
    <w:p w:rsidR="00ED7382" w:rsidRPr="001A188E" w:rsidRDefault="00ED7382">
      <w:pPr>
        <w:rPr>
          <w:rFonts w:ascii="Calibri" w:hAnsi="Calibri" w:cs="Calibri"/>
          <w:sz w:val="22"/>
          <w:szCs w:val="22"/>
        </w:rPr>
      </w:pPr>
    </w:p>
    <w:p w:rsidR="007B38C1" w:rsidRPr="001A188E" w:rsidRDefault="00456BC8">
      <w:pPr>
        <w:rPr>
          <w:rFonts w:ascii="Calibri" w:hAnsi="Calibri" w:cs="Calibri"/>
          <w:sz w:val="22"/>
          <w:szCs w:val="22"/>
        </w:rPr>
      </w:pPr>
      <w:r w:rsidRPr="00456BC8">
        <w:rPr>
          <w:rFonts w:ascii="Calibri" w:hAnsi="Calibri" w:cs="Calibri"/>
          <w:sz w:val="22"/>
          <w:szCs w:val="22"/>
          <w:u w:val="single"/>
        </w:rPr>
        <w:t>Site</w:t>
      </w:r>
      <w:r w:rsidR="00AF1E5F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456BC8">
        <w:rPr>
          <w:rFonts w:ascii="Calibri" w:hAnsi="Calibri" w:cs="Calibri"/>
          <w:sz w:val="22"/>
          <w:szCs w:val="22"/>
          <w:u w:val="single"/>
        </w:rPr>
        <w:t>concerné</w:t>
      </w:r>
      <w:r>
        <w:rPr>
          <w:rFonts w:ascii="Calibri" w:hAnsi="Calibri" w:cs="Calibri"/>
          <w:sz w:val="22"/>
          <w:szCs w:val="22"/>
        </w:rPr>
        <w:t> :</w:t>
      </w:r>
      <w:r w:rsidR="00ED7382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 w:rsidR="00ED7382">
        <w:rPr>
          <w:rFonts w:ascii="Calibri" w:hAnsi="Calibri" w:cs="Calibri"/>
          <w:sz w:val="22"/>
          <w:szCs w:val="22"/>
        </w:rPr>
        <w:t>Trieste</w:t>
      </w:r>
    </w:p>
    <w:p w:rsidR="007B38C1" w:rsidRPr="001A188E" w:rsidRDefault="007B38C1" w:rsidP="006455AA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Signature</w:t>
      </w:r>
      <w:r w:rsidR="00ED7382">
        <w:rPr>
          <w:rFonts w:ascii="Calibri" w:hAnsi="Calibri" w:cs="Calibri"/>
          <w:sz w:val="22"/>
          <w:szCs w:val="22"/>
        </w:rPr>
        <w:t> :</w:t>
      </w:r>
    </w:p>
    <w:sectPr w:rsidR="00DA5659" w:rsidRPr="001A188E">
      <w:headerReference w:type="default" r:id="rId9"/>
      <w:footerReference w:type="default" r:id="rId10"/>
      <w:footerReference w:type="first" r:id="rId11"/>
      <w:pgSz w:w="11907" w:h="16840" w:code="9"/>
      <w:pgMar w:top="851" w:right="1134" w:bottom="851" w:left="1134" w:header="454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4B" w:rsidRDefault="00052C4B">
      <w:r>
        <w:separator/>
      </w:r>
    </w:p>
  </w:endnote>
  <w:endnote w:type="continuationSeparator" w:id="0">
    <w:p w:rsidR="00052C4B" w:rsidRDefault="0005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Pieddepage"/>
      <w:pBdr>
        <w:top w:val="single" w:sz="4" w:space="1" w:color="auto"/>
      </w:pBdr>
      <w:rPr>
        <w:b/>
      </w:rPr>
    </w:pPr>
    <w:r>
      <w:rPr>
        <w:b/>
      </w:rPr>
      <w:t>Annexe – Travaux d'entretien et travaux ponctuels</w:t>
    </w:r>
  </w:p>
  <w:p w:rsidR="00CD1CDA" w:rsidRDefault="00CD1CDA">
    <w:pPr>
      <w:pStyle w:val="Pieddepage"/>
      <w:pBdr>
        <w:top w:val="single" w:sz="4" w:space="1" w:color="auto"/>
      </w:pBdr>
      <w:tabs>
        <w:tab w:val="clear" w:pos="4536"/>
        <w:tab w:val="left" w:pos="851"/>
      </w:tabs>
      <w:rPr>
        <w:b/>
      </w:rPr>
    </w:pPr>
    <w:r>
      <w:rPr>
        <w:b/>
      </w:rPr>
      <w:tab/>
    </w:r>
    <w:r>
      <w:rPr>
        <w:b/>
        <w:u w:val="single"/>
      </w:rPr>
      <w:t>Corps d'état</w:t>
    </w:r>
    <w:r>
      <w:rPr>
        <w:b/>
      </w:rPr>
      <w:t xml:space="preserve"> : Couverture / Plomberie</w:t>
    </w:r>
  </w:p>
  <w:p w:rsidR="00CD1CDA" w:rsidRDefault="00CD1C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CDD" w:rsidRDefault="00710CDD" w:rsidP="00710CDD">
    <w:pPr>
      <w:pStyle w:val="Pieddepage"/>
      <w:pBdr>
        <w:top w:val="single" w:sz="4" w:space="1" w:color="auto"/>
      </w:pBdr>
      <w:rPr>
        <w:rFonts w:ascii="Calibri" w:hAnsi="Calibri" w:cs="Tahoma"/>
        <w:b/>
      </w:rPr>
    </w:pPr>
    <w:r>
      <w:rPr>
        <w:rFonts w:ascii="Calibri" w:hAnsi="Calibri" w:cs="Tahoma"/>
        <w:b/>
      </w:rPr>
      <w:t>Attestation de visite</w:t>
    </w:r>
  </w:p>
  <w:p w:rsidR="00710CDD" w:rsidRPr="00787693" w:rsidRDefault="00710CDD" w:rsidP="00710CDD">
    <w:pPr>
      <w:pStyle w:val="Pieddepage"/>
      <w:tabs>
        <w:tab w:val="right" w:pos="9639"/>
      </w:tabs>
      <w:rPr>
        <w:rFonts w:ascii="Calibri" w:hAnsi="Calibri" w:cs="Calibri"/>
        <w:sz w:val="22"/>
        <w:szCs w:val="22"/>
      </w:rPr>
    </w:pPr>
    <w:r>
      <w:rPr>
        <w:rFonts w:ascii="Calibri" w:hAnsi="Calibri" w:cs="Tahoma"/>
        <w:b/>
      </w:rPr>
      <w:t>Nu</w:t>
    </w:r>
    <w:r w:rsidR="00456BC8">
      <w:rPr>
        <w:rFonts w:ascii="Calibri" w:hAnsi="Calibri" w:cs="Tahoma"/>
        <w:b/>
      </w:rPr>
      <w:t xml:space="preserve">méro de </w:t>
    </w:r>
    <w:r w:rsidR="00E900BF">
      <w:rPr>
        <w:rFonts w:ascii="Calibri" w:hAnsi="Calibri" w:cs="Tahoma"/>
        <w:b/>
      </w:rPr>
      <w:t xml:space="preserve">consultation : </w:t>
    </w:r>
    <w:r w:rsidR="00ED7382">
      <w:rPr>
        <w:rFonts w:ascii="Calibri" w:hAnsi="Calibri" w:cs="Tahoma"/>
        <w:b/>
      </w:rPr>
      <w:t>26-C-001</w:t>
    </w:r>
    <w:r>
      <w:rPr>
        <w:rFonts w:ascii="Calibri" w:hAnsi="Calibri" w:cs="Tahoma"/>
        <w:b/>
      </w:rPr>
      <w:tab/>
    </w:r>
    <w:r>
      <w:rPr>
        <w:rFonts w:ascii="Calibri" w:hAnsi="Calibri" w:cs="Tahoma"/>
        <w:b/>
      </w:rPr>
      <w:tab/>
    </w:r>
    <w:r w:rsidRPr="00787693">
      <w:rPr>
        <w:rFonts w:ascii="Calibri" w:hAnsi="Calibri" w:cs="Calibri"/>
        <w:sz w:val="22"/>
        <w:szCs w:val="22"/>
      </w:rPr>
      <w:t xml:space="preserve">Page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PAGE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ED7382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  <w:r w:rsidRPr="00787693">
      <w:rPr>
        <w:rFonts w:ascii="Calibri" w:hAnsi="Calibri" w:cs="Calibri"/>
        <w:sz w:val="22"/>
        <w:szCs w:val="22"/>
      </w:rPr>
      <w:t xml:space="preserve"> sur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NUMPAGES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ED7382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</w:p>
  <w:p w:rsidR="003A1368" w:rsidRPr="00C451F4" w:rsidRDefault="003A1368" w:rsidP="003A1368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  <w:sz w:val="22"/>
        <w:szCs w:val="22"/>
      </w:rPr>
    </w:pPr>
    <w:r w:rsidRPr="00C451F4">
      <w:rPr>
        <w:rFonts w:ascii="Calibri" w:hAnsi="Calibri" w:cs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4B" w:rsidRDefault="00052C4B">
      <w:r>
        <w:separator/>
      </w:r>
    </w:p>
  </w:footnote>
  <w:footnote w:type="continuationSeparator" w:id="0">
    <w:p w:rsidR="00052C4B" w:rsidRDefault="0005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En-tte"/>
      <w:jc w:val="right"/>
    </w:pPr>
    <w:r>
      <w:fldChar w:fldCharType="begin"/>
    </w:r>
    <w:r>
      <w:instrText xml:space="preserve">\PAGE </w:instrText>
    </w:r>
    <w:r>
      <w:fldChar w:fldCharType="separate"/>
    </w:r>
    <w:r w:rsidR="00ED738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0AFB"/>
    <w:multiLevelType w:val="hybridMultilevel"/>
    <w:tmpl w:val="94F89CD8"/>
    <w:lvl w:ilvl="0" w:tplc="CC94E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80F"/>
    <w:multiLevelType w:val="singleLevel"/>
    <w:tmpl w:val="AE625C2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C1C1ACC"/>
    <w:multiLevelType w:val="singleLevel"/>
    <w:tmpl w:val="66F41954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3" w15:restartNumberingAfterBreak="0">
    <w:nsid w:val="4B647EAD"/>
    <w:multiLevelType w:val="hybridMultilevel"/>
    <w:tmpl w:val="7638A258"/>
    <w:lvl w:ilvl="0" w:tplc="A0CE9D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5" w15:restartNumberingAfterBreak="0">
    <w:nsid w:val="69D96E23"/>
    <w:multiLevelType w:val="hybridMultilevel"/>
    <w:tmpl w:val="0E46DD7A"/>
    <w:lvl w:ilvl="0" w:tplc="09A68E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A"/>
    <w:rsid w:val="00004C13"/>
    <w:rsid w:val="00023941"/>
    <w:rsid w:val="00045F3E"/>
    <w:rsid w:val="00052C4B"/>
    <w:rsid w:val="000654D7"/>
    <w:rsid w:val="0008692C"/>
    <w:rsid w:val="000C2B6A"/>
    <w:rsid w:val="000D31FC"/>
    <w:rsid w:val="000E6405"/>
    <w:rsid w:val="000F3099"/>
    <w:rsid w:val="000F5264"/>
    <w:rsid w:val="00124CC8"/>
    <w:rsid w:val="001635B9"/>
    <w:rsid w:val="00171753"/>
    <w:rsid w:val="001825F4"/>
    <w:rsid w:val="00190A96"/>
    <w:rsid w:val="00197EFD"/>
    <w:rsid w:val="001A188E"/>
    <w:rsid w:val="001C2CEC"/>
    <w:rsid w:val="001D4A89"/>
    <w:rsid w:val="00203097"/>
    <w:rsid w:val="00294C16"/>
    <w:rsid w:val="002A3324"/>
    <w:rsid w:val="00312D87"/>
    <w:rsid w:val="00316751"/>
    <w:rsid w:val="0033337C"/>
    <w:rsid w:val="00333442"/>
    <w:rsid w:val="003530F8"/>
    <w:rsid w:val="003A1368"/>
    <w:rsid w:val="003D0369"/>
    <w:rsid w:val="003E5D1F"/>
    <w:rsid w:val="00405884"/>
    <w:rsid w:val="00432679"/>
    <w:rsid w:val="00433A63"/>
    <w:rsid w:val="00453A57"/>
    <w:rsid w:val="00456BC8"/>
    <w:rsid w:val="00473A88"/>
    <w:rsid w:val="00482A9D"/>
    <w:rsid w:val="004E0788"/>
    <w:rsid w:val="005072DC"/>
    <w:rsid w:val="00507B5F"/>
    <w:rsid w:val="005673BF"/>
    <w:rsid w:val="00593412"/>
    <w:rsid w:val="005A69B7"/>
    <w:rsid w:val="005C0EEC"/>
    <w:rsid w:val="005E0B8C"/>
    <w:rsid w:val="006241C8"/>
    <w:rsid w:val="006455AA"/>
    <w:rsid w:val="006561CF"/>
    <w:rsid w:val="00660D4B"/>
    <w:rsid w:val="00665D14"/>
    <w:rsid w:val="00683B09"/>
    <w:rsid w:val="006A2DEE"/>
    <w:rsid w:val="006B328B"/>
    <w:rsid w:val="006F30EE"/>
    <w:rsid w:val="00710CDD"/>
    <w:rsid w:val="00713D55"/>
    <w:rsid w:val="007218F1"/>
    <w:rsid w:val="00773901"/>
    <w:rsid w:val="00776964"/>
    <w:rsid w:val="00777798"/>
    <w:rsid w:val="00780287"/>
    <w:rsid w:val="00782687"/>
    <w:rsid w:val="0078679C"/>
    <w:rsid w:val="007877E4"/>
    <w:rsid w:val="007B38C1"/>
    <w:rsid w:val="007C6E66"/>
    <w:rsid w:val="007E4055"/>
    <w:rsid w:val="00803B56"/>
    <w:rsid w:val="0080637D"/>
    <w:rsid w:val="0087698F"/>
    <w:rsid w:val="008813C8"/>
    <w:rsid w:val="00882A59"/>
    <w:rsid w:val="008850B3"/>
    <w:rsid w:val="008D2A63"/>
    <w:rsid w:val="008F4974"/>
    <w:rsid w:val="00900D14"/>
    <w:rsid w:val="00900F4A"/>
    <w:rsid w:val="00937996"/>
    <w:rsid w:val="009733D4"/>
    <w:rsid w:val="00976ED7"/>
    <w:rsid w:val="00977600"/>
    <w:rsid w:val="009C3D9F"/>
    <w:rsid w:val="009C7B96"/>
    <w:rsid w:val="009F3384"/>
    <w:rsid w:val="00A00EDB"/>
    <w:rsid w:val="00A06F56"/>
    <w:rsid w:val="00A17FC4"/>
    <w:rsid w:val="00A56700"/>
    <w:rsid w:val="00A62B81"/>
    <w:rsid w:val="00A75DC0"/>
    <w:rsid w:val="00AC7C05"/>
    <w:rsid w:val="00AE524F"/>
    <w:rsid w:val="00AE6C21"/>
    <w:rsid w:val="00AF1E5F"/>
    <w:rsid w:val="00B33359"/>
    <w:rsid w:val="00B428D1"/>
    <w:rsid w:val="00B605CB"/>
    <w:rsid w:val="00BA1AEE"/>
    <w:rsid w:val="00BA1D10"/>
    <w:rsid w:val="00BC6F1E"/>
    <w:rsid w:val="00BD410A"/>
    <w:rsid w:val="00BF3B0B"/>
    <w:rsid w:val="00BF57E0"/>
    <w:rsid w:val="00C01923"/>
    <w:rsid w:val="00C07A8E"/>
    <w:rsid w:val="00C35E36"/>
    <w:rsid w:val="00C451F4"/>
    <w:rsid w:val="00C460DB"/>
    <w:rsid w:val="00C46651"/>
    <w:rsid w:val="00C570DF"/>
    <w:rsid w:val="00C5796B"/>
    <w:rsid w:val="00C96EE6"/>
    <w:rsid w:val="00CD09CF"/>
    <w:rsid w:val="00CD1CDA"/>
    <w:rsid w:val="00CF36E5"/>
    <w:rsid w:val="00D25639"/>
    <w:rsid w:val="00D40074"/>
    <w:rsid w:val="00D64814"/>
    <w:rsid w:val="00D70A39"/>
    <w:rsid w:val="00D73E13"/>
    <w:rsid w:val="00D834C6"/>
    <w:rsid w:val="00D93453"/>
    <w:rsid w:val="00D94F3B"/>
    <w:rsid w:val="00DA5659"/>
    <w:rsid w:val="00DA666C"/>
    <w:rsid w:val="00E15309"/>
    <w:rsid w:val="00E3783D"/>
    <w:rsid w:val="00E52DC6"/>
    <w:rsid w:val="00E67A82"/>
    <w:rsid w:val="00E900BF"/>
    <w:rsid w:val="00EA2213"/>
    <w:rsid w:val="00EA2948"/>
    <w:rsid w:val="00EC37D6"/>
    <w:rsid w:val="00ED0E91"/>
    <w:rsid w:val="00ED7382"/>
    <w:rsid w:val="00EF0742"/>
    <w:rsid w:val="00EF4207"/>
    <w:rsid w:val="00F41BBC"/>
    <w:rsid w:val="00F775E2"/>
    <w:rsid w:val="00FC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0AF0B780"/>
  <w15:docId w15:val="{72DCE88E-AF99-490A-9076-10CB7CF1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6FFAC-C105-458E-8A99-BFCA0679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15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creator>C.P.A.M. de PARIS</dc:creator>
  <cp:lastModifiedBy>LARABI DIANA (CPAM PARIS)</cp:lastModifiedBy>
  <cp:revision>19</cp:revision>
  <cp:lastPrinted>2015-07-02T10:44:00Z</cp:lastPrinted>
  <dcterms:created xsi:type="dcterms:W3CDTF">2021-05-10T13:46:00Z</dcterms:created>
  <dcterms:modified xsi:type="dcterms:W3CDTF">2026-01-12T11:05:00Z</dcterms:modified>
</cp:coreProperties>
</file>